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B6DFF">
        <w:rPr>
          <w:rFonts w:ascii="Arial" w:hAnsi="Arial" w:cs="Arial"/>
          <w:b/>
          <w:caps/>
          <w:sz w:val="28"/>
          <w:szCs w:val="28"/>
        </w:rPr>
        <w:t>847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B6DF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B6DFF">
              <w:rPr>
                <w:rFonts w:ascii="Arial" w:hAnsi="Arial" w:cs="Arial"/>
                <w:sz w:val="20"/>
                <w:szCs w:val="20"/>
              </w:rPr>
              <w:t>Solicita providências visando à retirada da árvore existente defronte do nº 91 da Rua Rosa Mo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2B6DFF">
              <w:rPr>
                <w:rFonts w:ascii="Arial" w:hAnsi="Arial" w:cs="Arial"/>
                <w:sz w:val="20"/>
                <w:szCs w:val="20"/>
              </w:rPr>
              <w:t>teiro Lino,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2B6DFF" w:rsidRPr="002B6DFF">
        <w:rPr>
          <w:rFonts w:ascii="Arial" w:hAnsi="Arial" w:cs="Arial"/>
        </w:rPr>
        <w:t>à retirada d</w:t>
      </w:r>
      <w:r w:rsidR="002B6DFF">
        <w:rPr>
          <w:rFonts w:ascii="Arial" w:hAnsi="Arial" w:cs="Arial"/>
        </w:rPr>
        <w:t>e um</w:t>
      </w:r>
      <w:r w:rsidR="002B6DFF" w:rsidRPr="002B6DFF">
        <w:rPr>
          <w:rFonts w:ascii="Arial" w:hAnsi="Arial" w:cs="Arial"/>
        </w:rPr>
        <w:t>a árvore existente defronte do nº 91 da Rua Rosa Mo</w:t>
      </w:r>
      <w:r w:rsidR="002B6DFF">
        <w:rPr>
          <w:rFonts w:ascii="Arial" w:hAnsi="Arial" w:cs="Arial"/>
        </w:rPr>
        <w:t>n</w:t>
      </w:r>
      <w:r w:rsidR="002B6DFF" w:rsidRPr="002B6DFF">
        <w:rPr>
          <w:rFonts w:ascii="Arial" w:hAnsi="Arial" w:cs="Arial"/>
        </w:rPr>
        <w:t>teiro Lino, no Parque Meia Lua.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2B6DFF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2B6DFF">
        <w:rPr>
          <w:rFonts w:ascii="Arial" w:hAnsi="Arial" w:cs="Arial"/>
        </w:rPr>
        <w:t>4 de abril de 2018.</w:t>
      </w:r>
    </w:p>
    <w:p w:rsidR="002B6DFF" w:rsidRDefault="002B6DFF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B6DFF" w:rsidRDefault="002B6DFF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B6DFF" w:rsidRDefault="002B6DFF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B6DFF" w:rsidRPr="00A34F2C" w:rsidRDefault="002B6DFF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B6DFF" w:rsidRDefault="002B6DFF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2B6DFF" w:rsidRDefault="002B6DFF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2B6DFF" w:rsidRPr="00A34F2C" w:rsidRDefault="002B6DFF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2B6DF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08B" w:rsidRDefault="0036408B">
      <w:r>
        <w:separator/>
      </w:r>
    </w:p>
  </w:endnote>
  <w:endnote w:type="continuationSeparator" w:id="0">
    <w:p w:rsidR="0036408B" w:rsidRDefault="00364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08B" w:rsidRDefault="0036408B">
      <w:r>
        <w:separator/>
      </w:r>
    </w:p>
  </w:footnote>
  <w:footnote w:type="continuationSeparator" w:id="0">
    <w:p w:rsidR="0036408B" w:rsidRDefault="003640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079D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79DD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B6DFF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6408B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E5878-B8AE-4AB4-962E-E2936F834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92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2018-04-02T12:31:00Z</cp:lastPrinted>
  <dcterms:created xsi:type="dcterms:W3CDTF">2018-04-02T12:30:00Z</dcterms:created>
  <dcterms:modified xsi:type="dcterms:W3CDTF">2018-04-02T12:31:00Z</dcterms:modified>
</cp:coreProperties>
</file>